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6FBFBA8B" w14:textId="2193C7C8" w:rsidR="00AE26E5" w:rsidRPr="0096708E" w:rsidRDefault="00AE26E5" w:rsidP="0096708E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  <w:bookmarkStart w:id="1" w:name="_GoBack"/>
      <w:bookmarkEnd w:id="1"/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proofErr w:type="spellStart"/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>odprzetwarzających</w:t>
      </w:r>
      <w:proofErr w:type="spellEnd"/>
      <w:r w:rsidR="00130380" w:rsidRPr="00EB5BB0">
        <w:rPr>
          <w:rFonts w:cs="Arial"/>
          <w:i/>
          <w:szCs w:val="18"/>
        </w:rPr>
        <w:t xml:space="preserve">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</w:r>
      <w:r w:rsidRPr="00D113A0">
        <w:rPr>
          <w:rFonts w:cs="Arial"/>
          <w:szCs w:val="18"/>
        </w:rPr>
        <w:lastRenderedPageBreak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lastRenderedPageBreak/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</w:t>
      </w:r>
      <w:proofErr w:type="spellStart"/>
      <w:r w:rsidRPr="00EB5BB0">
        <w:rPr>
          <w:rFonts w:eastAsia="Calibri" w:cs="Arial"/>
          <w:szCs w:val="18"/>
        </w:rPr>
        <w:t>powinnien</w:t>
      </w:r>
      <w:proofErr w:type="spellEnd"/>
      <w:r w:rsidRPr="00EB5BB0">
        <w:rPr>
          <w:rFonts w:eastAsia="Calibri" w:cs="Arial"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, Dalszemu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 xml:space="preserve">wyrządzenia przez </w:t>
      </w:r>
      <w:proofErr w:type="spellStart"/>
      <w:r w:rsidRPr="00D113A0">
        <w:rPr>
          <w:rFonts w:cs="Arial"/>
          <w:color w:val="000000"/>
          <w:szCs w:val="18"/>
        </w:rPr>
        <w:t>Przetwarzajacego</w:t>
      </w:r>
      <w:proofErr w:type="spellEnd"/>
      <w:r w:rsidRPr="00D113A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D113A0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D113A0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lastRenderedPageBreak/>
        <w:t>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44F4A" w14:textId="77777777" w:rsidR="00FC458C" w:rsidRDefault="00FC458C" w:rsidP="00BD627E">
      <w:r>
        <w:separator/>
      </w:r>
    </w:p>
    <w:p w14:paraId="1FC2A3E0" w14:textId="77777777" w:rsidR="00FC458C" w:rsidRDefault="00FC458C"/>
  </w:endnote>
  <w:endnote w:type="continuationSeparator" w:id="0">
    <w:p w14:paraId="191A81E9" w14:textId="77777777" w:rsidR="00FC458C" w:rsidRDefault="00FC458C" w:rsidP="00BD627E">
      <w:r>
        <w:continuationSeparator/>
      </w:r>
    </w:p>
    <w:p w14:paraId="28F6969F" w14:textId="77777777" w:rsidR="00FC458C" w:rsidRDefault="00FC458C"/>
  </w:endnote>
  <w:endnote w:type="continuationNotice" w:id="1">
    <w:p w14:paraId="0653E917" w14:textId="77777777" w:rsidR="00FC458C" w:rsidRDefault="00FC458C"/>
    <w:p w14:paraId="5C21D59F" w14:textId="77777777" w:rsidR="00FC458C" w:rsidRDefault="00FC45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2A3A4B3F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6708E">
              <w:rPr>
                <w:rFonts w:cs="Arial"/>
                <w:b/>
                <w:bCs/>
                <w:noProof/>
                <w:sz w:val="14"/>
                <w:szCs w:val="14"/>
              </w:rPr>
              <w:t>2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6708E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1C88023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6708E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6708E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C144E" w14:textId="77777777" w:rsidR="00FC458C" w:rsidRDefault="00FC458C" w:rsidP="00BD627E">
      <w:r>
        <w:separator/>
      </w:r>
    </w:p>
    <w:p w14:paraId="6EF3CD33" w14:textId="77777777" w:rsidR="00FC458C" w:rsidRDefault="00FC458C"/>
  </w:footnote>
  <w:footnote w:type="continuationSeparator" w:id="0">
    <w:p w14:paraId="0D7846B5" w14:textId="77777777" w:rsidR="00FC458C" w:rsidRDefault="00FC458C" w:rsidP="00BD627E">
      <w:r>
        <w:continuationSeparator/>
      </w:r>
    </w:p>
    <w:p w14:paraId="5A3D37B6" w14:textId="77777777" w:rsidR="00FC458C" w:rsidRDefault="00FC458C"/>
  </w:footnote>
  <w:footnote w:type="continuationNotice" w:id="1">
    <w:p w14:paraId="062BCB16" w14:textId="77777777" w:rsidR="00FC458C" w:rsidRDefault="00FC458C"/>
    <w:p w14:paraId="591AD026" w14:textId="77777777" w:rsidR="00FC458C" w:rsidRDefault="00FC45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6708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458C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Rodo.docx</dmsv2BaseFileName>
    <dmsv2BaseDisplayName xmlns="http://schemas.microsoft.com/sharepoint/v3">Załącznik nr 6 do SWZ - Wzór umowy Rodo</dmsv2BaseDisplayName>
    <dmsv2SWPP2ObjectNumber xmlns="http://schemas.microsoft.com/sharepoint/v3">POST/DYS/OLD/GZ/04271/2025                        </dmsv2SWPP2ObjectNumber>
    <dmsv2SWPP2SumMD5 xmlns="http://schemas.microsoft.com/sharepoint/v3">d4029eca7b3047b01589a069ef9b868d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700019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23892142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JEUP5JKVCYQC-1440096624-6045</_dlc_DocId>
    <_dlc_DocIdUrl xmlns="a19cb1c7-c5c7-46d4-85ae-d83685407bba">
      <Url>https://swpp2.dms.gkpge.pl/sites/41/_layouts/15/DocIdRedir.aspx?ID=JEUP5JKVCYQC-1440096624-6045</Url>
      <Description>JEUP5JKVCYQC-1440096624-6045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2.xml><?xml version="1.0" encoding="utf-8"?>
<ds:datastoreItem xmlns:ds="http://schemas.openxmlformats.org/officeDocument/2006/customXml" ds:itemID="{7CB1F4C2-26DC-4054-ADCD-A36235C4E1B1}"/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DCC7D3-9B5B-4638-8C93-A20DF0924AA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022BDFC-E977-4387-8421-EBA6C7313C6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DB97957-4093-46B8-BFD3-D01F4B78066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8D2F0F9-25E8-4F43-8BC4-3660D8159E5F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22</TotalTime>
  <Pages>6</Pages>
  <Words>3111</Words>
  <Characters>18669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21737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Brzeziński Grzegorz [PGE Dystr. O.Łódź]</cp:lastModifiedBy>
  <cp:revision>5</cp:revision>
  <cp:lastPrinted>2025-07-07T05:58:00Z</cp:lastPrinted>
  <dcterms:created xsi:type="dcterms:W3CDTF">2025-09-18T19:31:00Z</dcterms:created>
  <dcterms:modified xsi:type="dcterms:W3CDTF">2025-10-08T07:59:00Z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e0e9a034-5a5a-4802-9313-ab8503aba03f</vt:lpwstr>
  </property>
</Properties>
</file>